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6270D41" w14:textId="77777777" w:rsidTr="00987DB5">
        <w:tc>
          <w:tcPr>
            <w:tcW w:w="9498" w:type="dxa"/>
          </w:tcPr>
          <w:p w14:paraId="16270D3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6270D59" wp14:editId="16270D5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270D3D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16270D3E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16270D3F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6270D4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6270D42" w14:textId="5F86EE3F" w:rsidR="00AE5C63" w:rsidRPr="00481DCB" w:rsidRDefault="00AE5C63" w:rsidP="00DA31A9">
      <w:pPr>
        <w:tabs>
          <w:tab w:val="left" w:pos="2127"/>
        </w:tabs>
        <w:spacing w:before="440" w:after="44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81D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47788A">
            <w:rPr>
              <w:rFonts w:ascii="Times New Roman" w:hAnsi="Times New Roman"/>
              <w:sz w:val="28"/>
              <w:szCs w:val="28"/>
            </w:rPr>
            <w:t>12 февраля 2026 года</w:t>
          </w:r>
        </w:sdtContent>
      </w:sdt>
      <w:r w:rsidRPr="00481DC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47788A" w:rsidRPr="0047788A">
            <w:rPr>
              <w:rFonts w:ascii="Times New Roman" w:hAnsi="Times New Roman"/>
              <w:sz w:val="28"/>
              <w:szCs w:val="28"/>
            </w:rPr>
            <w:t>27</w:t>
          </w:r>
          <w:bookmarkEnd w:id="0"/>
        </w:sdtContent>
      </w:sdt>
    </w:p>
    <w:p w14:paraId="16270D43" w14:textId="53165300" w:rsidR="00AE5C63" w:rsidRPr="00481DCB" w:rsidRDefault="00AE5C63" w:rsidP="00DA31A9">
      <w:pPr>
        <w:tabs>
          <w:tab w:val="left" w:pos="2835"/>
        </w:tabs>
        <w:spacing w:before="440" w:after="44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1DCB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16270D44" w14:textId="13C70896" w:rsidR="00AE5C63" w:rsidRDefault="001E4001" w:rsidP="00F73F2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31A9">
        <w:rPr>
          <w:rFonts w:ascii="Times New Roman" w:hAnsi="Times New Roman"/>
          <w:b/>
          <w:sz w:val="28"/>
          <w:szCs w:val="28"/>
        </w:rPr>
        <w:t>Об утверждении сос</w:t>
      </w:r>
      <w:r w:rsidR="00DA31A9">
        <w:rPr>
          <w:rFonts w:ascii="Times New Roman" w:hAnsi="Times New Roman"/>
          <w:b/>
          <w:sz w:val="28"/>
          <w:szCs w:val="28"/>
        </w:rPr>
        <w:t>тава антинаркотической комиссии</w:t>
      </w:r>
      <w:r w:rsidR="00303B82">
        <w:rPr>
          <w:rFonts w:ascii="Times New Roman" w:hAnsi="Times New Roman"/>
          <w:b/>
          <w:sz w:val="28"/>
          <w:szCs w:val="28"/>
        </w:rPr>
        <w:br/>
      </w:r>
      <w:r w:rsidRPr="00DA31A9"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 округ Сахалинской области</w:t>
      </w:r>
    </w:p>
    <w:p w14:paraId="77D23F8F" w14:textId="709C03A6" w:rsidR="00955A70" w:rsidRPr="00481DCB" w:rsidRDefault="00955A70" w:rsidP="00F73F2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DCB">
        <w:rPr>
          <w:rFonts w:ascii="Times New Roman" w:hAnsi="Times New Roman"/>
          <w:sz w:val="28"/>
          <w:szCs w:val="28"/>
        </w:rPr>
        <w:t>В связи с кадровыми изменениями, в целях реализации Указа Президента Р</w:t>
      </w:r>
      <w:r w:rsidR="00DA31A9">
        <w:rPr>
          <w:rFonts w:ascii="Times New Roman" w:hAnsi="Times New Roman"/>
          <w:sz w:val="28"/>
          <w:szCs w:val="28"/>
        </w:rPr>
        <w:t xml:space="preserve">оссийской </w:t>
      </w:r>
      <w:r w:rsidRPr="00481DCB">
        <w:rPr>
          <w:rFonts w:ascii="Times New Roman" w:hAnsi="Times New Roman"/>
          <w:sz w:val="28"/>
          <w:szCs w:val="28"/>
        </w:rPr>
        <w:t>Ф</w:t>
      </w:r>
      <w:r w:rsidR="00DA31A9">
        <w:rPr>
          <w:rFonts w:ascii="Times New Roman" w:hAnsi="Times New Roman"/>
          <w:sz w:val="28"/>
          <w:szCs w:val="28"/>
        </w:rPr>
        <w:t>едерации</w:t>
      </w:r>
      <w:r w:rsidRPr="00481DCB">
        <w:rPr>
          <w:rFonts w:ascii="Times New Roman" w:hAnsi="Times New Roman"/>
          <w:sz w:val="28"/>
          <w:szCs w:val="28"/>
        </w:rPr>
        <w:t xml:space="preserve"> от 18.10.2007 № 1374 «О дополнительных мерах </w:t>
      </w:r>
      <w:r w:rsidR="00C1459F">
        <w:rPr>
          <w:rFonts w:ascii="Times New Roman" w:hAnsi="Times New Roman"/>
          <w:sz w:val="28"/>
          <w:szCs w:val="28"/>
        </w:rPr>
        <w:br/>
      </w:r>
      <w:r w:rsidRPr="00481DCB">
        <w:rPr>
          <w:rFonts w:ascii="Times New Roman" w:hAnsi="Times New Roman"/>
          <w:sz w:val="28"/>
          <w:szCs w:val="28"/>
        </w:rPr>
        <w:t xml:space="preserve">по противодействию незаконному обороту наркотических средств, психотропных веществ и их прекурсоров», руководствуясь ст. 28 Устава муниципального образования Ногликский муниципальный округ Сахалинской области, </w:t>
      </w:r>
      <w:r w:rsidRPr="00481DCB">
        <w:rPr>
          <w:rFonts w:ascii="Times New Roman" w:hAnsi="Times New Roman"/>
          <w:b/>
          <w:sz w:val="28"/>
          <w:szCs w:val="28"/>
        </w:rPr>
        <w:t>ПОСТАНОВЛЯЮ:</w:t>
      </w:r>
    </w:p>
    <w:p w14:paraId="57DD507A" w14:textId="77777777" w:rsidR="00955A70" w:rsidRPr="00481DCB" w:rsidRDefault="00955A70" w:rsidP="00F73F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81DCB">
        <w:rPr>
          <w:rFonts w:ascii="Times New Roman" w:eastAsia="Times New Roman" w:hAnsi="Times New Roman"/>
          <w:sz w:val="28"/>
          <w:szCs w:val="28"/>
        </w:rPr>
        <w:t>1. Утвердить состав антитеррористической комиссии муниципального образования Ногликский муниципальный округ Сахалинской области (прилагается).</w:t>
      </w:r>
    </w:p>
    <w:p w14:paraId="60653827" w14:textId="52C2E17C" w:rsidR="00955A70" w:rsidRPr="00481DCB" w:rsidRDefault="00955A70" w:rsidP="00F73F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81DCB">
        <w:rPr>
          <w:rFonts w:ascii="Times New Roman" w:eastAsia="Times New Roman" w:hAnsi="Times New Roman"/>
          <w:sz w:val="28"/>
          <w:szCs w:val="28"/>
        </w:rPr>
        <w:t xml:space="preserve">2. Считать утратившими силу постановления мэра муниципального образования </w:t>
      </w:r>
      <w:bookmarkStart w:id="1" w:name="_Hlk220580001"/>
      <w:r w:rsidRPr="00481DCB">
        <w:rPr>
          <w:rFonts w:ascii="Times New Roman" w:eastAsia="Times New Roman" w:hAnsi="Times New Roman"/>
          <w:sz w:val="28"/>
          <w:szCs w:val="28"/>
        </w:rPr>
        <w:t>Ногликский муниципальный округ Сахалинской области</w:t>
      </w:r>
      <w:bookmarkEnd w:id="1"/>
      <w:r w:rsidRPr="00481DCB">
        <w:rPr>
          <w:rFonts w:ascii="Times New Roman" w:eastAsia="Times New Roman" w:hAnsi="Times New Roman"/>
          <w:sz w:val="28"/>
          <w:szCs w:val="28"/>
        </w:rPr>
        <w:t>:</w:t>
      </w:r>
    </w:p>
    <w:p w14:paraId="26281639" w14:textId="77777777" w:rsidR="00955A70" w:rsidRPr="00481DCB" w:rsidRDefault="00955A70" w:rsidP="00F73F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81DCB">
        <w:rPr>
          <w:rFonts w:ascii="Times New Roman" w:eastAsia="Times New Roman" w:hAnsi="Times New Roman"/>
          <w:sz w:val="28"/>
          <w:szCs w:val="28"/>
        </w:rPr>
        <w:t xml:space="preserve">- от 27 января 2025 года № 4 «Об утверждении </w:t>
      </w:r>
      <w:bookmarkStart w:id="2" w:name="_Hlk220580192"/>
      <w:r w:rsidRPr="00481DCB">
        <w:rPr>
          <w:rFonts w:ascii="Times New Roman" w:eastAsia="Times New Roman" w:hAnsi="Times New Roman"/>
          <w:sz w:val="28"/>
          <w:szCs w:val="28"/>
        </w:rPr>
        <w:t>состава антинаркотической комиссии муниципального образования Ногликский муниципальный округ Сахалинской области</w:t>
      </w:r>
      <w:bookmarkEnd w:id="2"/>
      <w:r w:rsidRPr="00481DCB">
        <w:rPr>
          <w:rFonts w:ascii="Times New Roman" w:eastAsia="Times New Roman" w:hAnsi="Times New Roman"/>
          <w:sz w:val="28"/>
          <w:szCs w:val="28"/>
        </w:rPr>
        <w:t>», за исключением п. 2;</w:t>
      </w:r>
    </w:p>
    <w:p w14:paraId="6AE94B51" w14:textId="04B3885F" w:rsidR="00955A70" w:rsidRPr="00481DCB" w:rsidRDefault="00955A70" w:rsidP="00F73F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81DCB">
        <w:rPr>
          <w:rFonts w:ascii="Times New Roman" w:eastAsia="Times New Roman" w:hAnsi="Times New Roman"/>
          <w:sz w:val="28"/>
          <w:szCs w:val="28"/>
        </w:rPr>
        <w:t>- от 05 сентября 2025</w:t>
      </w:r>
      <w:r w:rsidR="00C1459F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Pr="00481DCB">
        <w:rPr>
          <w:rFonts w:ascii="Times New Roman" w:eastAsia="Times New Roman" w:hAnsi="Times New Roman"/>
          <w:sz w:val="28"/>
          <w:szCs w:val="28"/>
        </w:rPr>
        <w:t xml:space="preserve"> № 160 «</w:t>
      </w:r>
      <w:bookmarkStart w:id="3" w:name="_Hlk188610733"/>
      <w:r w:rsidRPr="00481DCB">
        <w:rPr>
          <w:rFonts w:ascii="Times New Roman" w:eastAsia="Times New Roman" w:hAnsi="Times New Roman"/>
          <w:sz w:val="28"/>
          <w:szCs w:val="28"/>
        </w:rPr>
        <w:t>О внесении изменений в состав антинаркотической комиссии муниципального образования Ногликский муниципальный округ Сахалинской области, утвержденный постановлением мэра муниципального образования Ногликский муниципальный округ Сахалинской области от 27.01.2025 № 4 «Об утверждении состава антинаркотической комиссии муниципального образования Ногликский муниципальный округ Сахалинской области»</w:t>
      </w:r>
      <w:bookmarkEnd w:id="3"/>
      <w:r w:rsidRPr="00481DCB">
        <w:rPr>
          <w:rFonts w:ascii="Times New Roman" w:eastAsia="Times New Roman" w:hAnsi="Times New Roman"/>
          <w:sz w:val="28"/>
          <w:szCs w:val="28"/>
        </w:rPr>
        <w:t>.</w:t>
      </w:r>
    </w:p>
    <w:p w14:paraId="16270D4F" w14:textId="6CB05F1F" w:rsidR="008629FA" w:rsidRDefault="00955A70" w:rsidP="00F73F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81DCB">
        <w:rPr>
          <w:rFonts w:ascii="Times New Roman" w:eastAsia="Times New Roman" w:hAnsi="Times New Roman"/>
          <w:sz w:val="28"/>
          <w:szCs w:val="28"/>
        </w:rPr>
        <w:t>3. Разместить настоящее постановление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75C95D25" w14:textId="612ED280" w:rsidR="00DA31A9" w:rsidRDefault="00DA31A9" w:rsidP="00F73F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C4E673E" w14:textId="77777777" w:rsidR="00C1459F" w:rsidRPr="00481DCB" w:rsidRDefault="00C1459F" w:rsidP="00F73F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A38F072" w14:textId="56FEE74C" w:rsidR="00DA31A9" w:rsidRDefault="00DA31A9" w:rsidP="00F73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56D16A4" w14:textId="77777777" w:rsidR="00DA31A9" w:rsidRDefault="00DA31A9" w:rsidP="00F73F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4A1CFD6A" w14:textId="150A4129" w:rsidR="00955A70" w:rsidRPr="00481DCB" w:rsidRDefault="00DA31A9" w:rsidP="00F73F2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955A70" w:rsidRPr="00481DCB" w:rsidSect="00C1459F">
      <w:pgSz w:w="11906" w:h="16838"/>
      <w:pgMar w:top="567" w:right="707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590D3" w14:textId="77777777" w:rsidR="009124F8" w:rsidRDefault="009124F8" w:rsidP="00AE5C63">
      <w:pPr>
        <w:spacing w:after="0" w:line="240" w:lineRule="auto"/>
      </w:pPr>
      <w:r>
        <w:separator/>
      </w:r>
    </w:p>
  </w:endnote>
  <w:endnote w:type="continuationSeparator" w:id="0">
    <w:p w14:paraId="79949899" w14:textId="77777777" w:rsidR="009124F8" w:rsidRDefault="009124F8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F11FC" w14:textId="77777777" w:rsidR="009124F8" w:rsidRDefault="009124F8" w:rsidP="00AE5C63">
      <w:pPr>
        <w:spacing w:after="0" w:line="240" w:lineRule="auto"/>
      </w:pPr>
      <w:r>
        <w:separator/>
      </w:r>
    </w:p>
  </w:footnote>
  <w:footnote w:type="continuationSeparator" w:id="0">
    <w:p w14:paraId="39E1B09B" w14:textId="77777777" w:rsidR="009124F8" w:rsidRDefault="009124F8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E5832"/>
    <w:rsid w:val="00303B82"/>
    <w:rsid w:val="00364F8F"/>
    <w:rsid w:val="0047788A"/>
    <w:rsid w:val="00481DCB"/>
    <w:rsid w:val="00520CBF"/>
    <w:rsid w:val="007622F4"/>
    <w:rsid w:val="008276D6"/>
    <w:rsid w:val="008629FA"/>
    <w:rsid w:val="009124F8"/>
    <w:rsid w:val="00955A70"/>
    <w:rsid w:val="00987DB5"/>
    <w:rsid w:val="00AC72C8"/>
    <w:rsid w:val="00AE5C63"/>
    <w:rsid w:val="00B10ED9"/>
    <w:rsid w:val="00B25688"/>
    <w:rsid w:val="00C02849"/>
    <w:rsid w:val="00C1459F"/>
    <w:rsid w:val="00D12794"/>
    <w:rsid w:val="00D26F2E"/>
    <w:rsid w:val="00D67BD8"/>
    <w:rsid w:val="00DA31A9"/>
    <w:rsid w:val="00DB6637"/>
    <w:rsid w:val="00DF7897"/>
    <w:rsid w:val="00E37B8A"/>
    <w:rsid w:val="00E609BC"/>
    <w:rsid w:val="00EA0EFF"/>
    <w:rsid w:val="00F7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70D3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77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8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8E5B5D"/>
    <w:rsid w:val="00AE5C20"/>
    <w:rsid w:val="00C95804"/>
    <w:rsid w:val="00CF735B"/>
    <w:rsid w:val="00D26F2E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2026-02-12T23:26:00Z</cp:lastPrinted>
  <dcterms:created xsi:type="dcterms:W3CDTF">2020-04-07T04:54:00Z</dcterms:created>
  <dcterms:modified xsi:type="dcterms:W3CDTF">2026-02-12T23:26:00Z</dcterms:modified>
</cp:coreProperties>
</file>